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</w:t>
      </w:r>
      <w:bookmarkStart w:id="0" w:name="_GoBack"/>
      <w:bookmarkEnd w:id="0"/>
      <w:r w:rsidRPr="005D6365">
        <w:rPr>
          <w:szCs w:val="24"/>
        </w:rPr>
        <w:t>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87742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8774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8774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8774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B87742">
      <w:rPr>
        <w:szCs w:val="24"/>
      </w:rPr>
      <w:t>9994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2AF57C3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335F7-EDB4-41FE-8933-675FD7D1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2020-10-26T07:38:00Z</dcterms:created>
  <dcterms:modified xsi:type="dcterms:W3CDTF">2020-10-26T07:38:00Z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